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073E8D" w14:textId="0731BC92" w:rsidR="00F419E7" w:rsidRDefault="00295E4C">
      <w:pPr>
        <w:pStyle w:val="Heading1"/>
      </w:pPr>
      <w:r>
        <w:t>Topic</w:t>
      </w:r>
      <w:r w:rsidR="00F419E7">
        <w:t xml:space="preserve"> </w:t>
      </w:r>
      <w:r w:rsidR="00BE71CE">
        <w:t>5</w:t>
      </w:r>
      <w:r w:rsidR="0003228A">
        <w:t xml:space="preserve"> – Practical 2</w:t>
      </w:r>
    </w:p>
    <w:p w14:paraId="02F7A03C" w14:textId="77777777" w:rsidR="00F419E7" w:rsidRPr="00324660" w:rsidRDefault="00075577" w:rsidP="0019329D">
      <w:pPr>
        <w:pStyle w:val="Heading2"/>
        <w:spacing w:after="120"/>
        <w:rPr>
          <w:i/>
        </w:rPr>
      </w:pPr>
      <w:r>
        <w:rPr>
          <w:i/>
        </w:rPr>
        <w:t xml:space="preserve">Factors affecting resistance – </w:t>
      </w:r>
      <w:r w:rsidR="00462B08">
        <w:rPr>
          <w:i/>
        </w:rPr>
        <w:t>b</w:t>
      </w:r>
      <w:r>
        <w:rPr>
          <w:i/>
        </w:rPr>
        <w:t xml:space="preserve">. </w:t>
      </w:r>
      <w:r w:rsidR="00462B08">
        <w:rPr>
          <w:i/>
        </w:rPr>
        <w:t>Thickness</w:t>
      </w:r>
      <w:r>
        <w:rPr>
          <w:i/>
        </w:rPr>
        <w:t xml:space="preserve"> of wire</w:t>
      </w:r>
    </w:p>
    <w:p w14:paraId="70CADEC2" w14:textId="77777777" w:rsidR="0019329D" w:rsidRDefault="0019329D" w:rsidP="00066A1A">
      <w:pPr>
        <w:pStyle w:val="Heading3"/>
        <w:spacing w:before="240"/>
      </w:pPr>
      <w:r>
        <w:t>Safety</w:t>
      </w:r>
    </w:p>
    <w:p w14:paraId="31D0A4D4" w14:textId="365B4DF1" w:rsidR="00295E4C" w:rsidRDefault="00502F3D" w:rsidP="0091745D">
      <w:pPr>
        <w:pStyle w:val="Liststyle"/>
        <w:ind w:left="284" w:firstLine="0"/>
      </w:pPr>
      <w:r>
        <w:t>Wires get</w:t>
      </w:r>
      <w:r w:rsidR="00BF0479">
        <w:t xml:space="preserve"> </w:t>
      </w:r>
      <w:r w:rsidR="00BF0479" w:rsidRPr="00485F43">
        <w:rPr>
          <w:b/>
        </w:rPr>
        <w:t>very</w:t>
      </w:r>
      <w:r w:rsidRPr="00485F43">
        <w:rPr>
          <w:b/>
        </w:rPr>
        <w:t xml:space="preserve"> hot</w:t>
      </w:r>
      <w:r>
        <w:t xml:space="preserve"> when current flows through them. </w:t>
      </w:r>
      <w:r w:rsidR="00BF0479">
        <w:t>You</w:t>
      </w:r>
      <w:r>
        <w:t xml:space="preserve"> should place the wire on a heat</w:t>
      </w:r>
      <w:r w:rsidR="00485F43">
        <w:t>-</w:t>
      </w:r>
      <w:r>
        <w:t xml:space="preserve">proof mat, never touch </w:t>
      </w:r>
      <w:r w:rsidR="00BF0479">
        <w:t>it</w:t>
      </w:r>
      <w:r>
        <w:t xml:space="preserve"> during the experiment and minimise the time current flows through the wire. </w:t>
      </w:r>
    </w:p>
    <w:p w14:paraId="2C50163C" w14:textId="77777777" w:rsidR="00295E4C" w:rsidRDefault="00295E4C" w:rsidP="00066A1A">
      <w:pPr>
        <w:pStyle w:val="Heading3"/>
        <w:spacing w:before="240"/>
      </w:pPr>
      <w:r>
        <w:t>Apparatus and materials</w:t>
      </w:r>
    </w:p>
    <w:p w14:paraId="1771BEA3" w14:textId="3D310BF8" w:rsidR="00295E4C" w:rsidRDefault="00485F43" w:rsidP="0003284D">
      <w:pPr>
        <w:pStyle w:val="Liststyle"/>
        <w:numPr>
          <w:ilvl w:val="0"/>
          <w:numId w:val="7"/>
        </w:numPr>
      </w:pPr>
      <w:r>
        <w:t>constantan wires of varying thickness (20–40</w:t>
      </w:r>
      <w:r w:rsidR="0003228A" w:rsidRPr="00C90F4B">
        <w:rPr>
          <w:w w:val="33"/>
        </w:rPr>
        <w:t xml:space="preserve"> </w:t>
      </w:r>
      <w:r>
        <w:t>swg) and length 60</w:t>
      </w:r>
      <w:r w:rsidR="0003228A" w:rsidRPr="00C90F4B">
        <w:rPr>
          <w:w w:val="33"/>
        </w:rPr>
        <w:t xml:space="preserve"> </w:t>
      </w:r>
      <w:r>
        <w:t>cm</w:t>
      </w:r>
    </w:p>
    <w:p w14:paraId="01AB2798" w14:textId="5F4E4EE4" w:rsidR="00BF0479" w:rsidRDefault="00485F43" w:rsidP="0003284D">
      <w:pPr>
        <w:pStyle w:val="Liststyle"/>
        <w:numPr>
          <w:ilvl w:val="0"/>
          <w:numId w:val="7"/>
        </w:numPr>
      </w:pPr>
      <w:r>
        <w:t>micrometer</w:t>
      </w:r>
    </w:p>
    <w:p w14:paraId="1E1AA46C" w14:textId="634906B7" w:rsidR="00BF0479" w:rsidRDefault="00485F43" w:rsidP="0003284D">
      <w:pPr>
        <w:pStyle w:val="Liststyle"/>
        <w:numPr>
          <w:ilvl w:val="0"/>
          <w:numId w:val="7"/>
        </w:numPr>
      </w:pPr>
      <w:r>
        <w:t>sandpaper</w:t>
      </w:r>
    </w:p>
    <w:p w14:paraId="7F229189" w14:textId="272E4A66" w:rsidR="00BF0479" w:rsidRDefault="00485F43" w:rsidP="0003284D">
      <w:pPr>
        <w:pStyle w:val="Liststyle"/>
        <w:numPr>
          <w:ilvl w:val="0"/>
          <w:numId w:val="7"/>
        </w:numPr>
      </w:pPr>
      <w:r>
        <w:t>metre rule</w:t>
      </w:r>
    </w:p>
    <w:p w14:paraId="6C361E7E" w14:textId="7CED9C18" w:rsidR="00FE4ED3" w:rsidRDefault="00485F43" w:rsidP="0003284D">
      <w:pPr>
        <w:pStyle w:val="Liststyle"/>
        <w:numPr>
          <w:ilvl w:val="0"/>
          <w:numId w:val="7"/>
        </w:numPr>
      </w:pPr>
      <w:r>
        <w:t>heat-proof tile</w:t>
      </w:r>
    </w:p>
    <w:p w14:paraId="733CAD00" w14:textId="7D44EC9C" w:rsidR="00BF0479" w:rsidRDefault="00485F43" w:rsidP="0003284D">
      <w:pPr>
        <w:pStyle w:val="Liststyle"/>
        <w:numPr>
          <w:ilvl w:val="0"/>
          <w:numId w:val="7"/>
        </w:numPr>
      </w:pPr>
      <w:r>
        <w:t>connecting wires</w:t>
      </w:r>
    </w:p>
    <w:p w14:paraId="79C5C21F" w14:textId="30F59891" w:rsidR="00BF0479" w:rsidRDefault="00485F43" w:rsidP="0003284D">
      <w:pPr>
        <w:pStyle w:val="Liststyle"/>
        <w:numPr>
          <w:ilvl w:val="0"/>
          <w:numId w:val="7"/>
        </w:numPr>
      </w:pPr>
      <w:r>
        <w:t>crocodile clips (2)</w:t>
      </w:r>
    </w:p>
    <w:p w14:paraId="32B51979" w14:textId="28A62DF1" w:rsidR="0003284D" w:rsidRDefault="00485F43" w:rsidP="0003284D">
      <w:pPr>
        <w:pStyle w:val="Liststyle"/>
        <w:numPr>
          <w:ilvl w:val="0"/>
          <w:numId w:val="7"/>
        </w:numPr>
      </w:pPr>
      <w:r>
        <w:t>ammeter and voltmeter (or two digital multimeters)</w:t>
      </w:r>
    </w:p>
    <w:p w14:paraId="689EF452" w14:textId="50129BBE" w:rsidR="002473E8" w:rsidRDefault="00485F43" w:rsidP="0003284D">
      <w:pPr>
        <w:pStyle w:val="Liststyle"/>
        <w:numPr>
          <w:ilvl w:val="0"/>
          <w:numId w:val="7"/>
        </w:numPr>
      </w:pPr>
      <w:r>
        <w:t>power supply</w:t>
      </w:r>
    </w:p>
    <w:p w14:paraId="350FE4ED" w14:textId="5F2A61A2" w:rsidR="00BF0479" w:rsidRDefault="00485F43" w:rsidP="0003284D">
      <w:pPr>
        <w:pStyle w:val="Liststyle"/>
        <w:numPr>
          <w:ilvl w:val="0"/>
          <w:numId w:val="7"/>
        </w:numPr>
      </w:pPr>
      <w:r>
        <w:t>switch</w:t>
      </w:r>
    </w:p>
    <w:p w14:paraId="3DCE2A98" w14:textId="5B4CE0B6" w:rsidR="00BF0479" w:rsidRDefault="00485F43" w:rsidP="0003284D">
      <w:pPr>
        <w:pStyle w:val="Liststyle"/>
        <w:numPr>
          <w:ilvl w:val="0"/>
          <w:numId w:val="7"/>
        </w:numPr>
      </w:pPr>
      <w:r>
        <w:t>variable resistor</w:t>
      </w:r>
    </w:p>
    <w:p w14:paraId="2944E289" w14:textId="77777777" w:rsidR="00295E4C" w:rsidRDefault="00295E4C" w:rsidP="00066A1A">
      <w:pPr>
        <w:pStyle w:val="Heading3"/>
        <w:spacing w:before="240"/>
      </w:pPr>
      <w:r>
        <w:t>Introduction</w:t>
      </w:r>
    </w:p>
    <w:p w14:paraId="52B36907" w14:textId="1DA4EB8F" w:rsidR="0091236E" w:rsidRDefault="00953499" w:rsidP="00024D86">
      <w:pPr>
        <w:spacing w:after="0"/>
      </w:pPr>
      <w:r>
        <w:t xml:space="preserve">According to the theory, the relationship that links electrical resistance with the shape and the material of the conductor </w:t>
      </w:r>
      <w:r w:rsidR="00024D86">
        <w:t>is</w:t>
      </w:r>
      <w:r w:rsidR="0003228A">
        <w:t>:</w:t>
      </w:r>
      <w:r w:rsidR="00024D86">
        <w:t xml:space="preserve"> </w:t>
      </w:r>
    </w:p>
    <w:p w14:paraId="47D1016B" w14:textId="77777777" w:rsidR="0091236E" w:rsidRDefault="00953499" w:rsidP="0091236E">
      <w:pPr>
        <w:jc w:val="center"/>
        <w:rPr>
          <w:vertAlign w:val="superscript"/>
        </w:rPr>
      </w:pPr>
      <m:oMathPara>
        <m:oMath>
          <m:r>
            <w:rPr>
              <w:rFonts w:ascii="Cambria Math" w:hAnsi="Cambria Math"/>
            </w:rPr>
            <m:t>R=ρ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</m:t>
              </m:r>
            </m:num>
            <m:den>
              <m:r>
                <w:rPr>
                  <w:rFonts w:ascii="Cambria Math" w:hAnsi="Cambria Math"/>
                </w:rPr>
                <m:t>A</m:t>
              </m:r>
            </m:den>
          </m:f>
        </m:oMath>
      </m:oMathPara>
    </w:p>
    <w:p w14:paraId="38303179" w14:textId="650E3FA3" w:rsidR="00953499" w:rsidRDefault="001162E6" w:rsidP="00295E4C">
      <w:r>
        <w:t xml:space="preserve">where </w:t>
      </w:r>
      <w:r w:rsidR="00953499" w:rsidRPr="00485F43">
        <w:rPr>
          <w:i/>
        </w:rPr>
        <w:t>R</w:t>
      </w:r>
      <w:r w:rsidR="00953499">
        <w:t xml:space="preserve"> is the electric resistance of the wire, </w:t>
      </w:r>
      <w:r w:rsidR="00024D86" w:rsidRPr="00485F43">
        <w:rPr>
          <w:i/>
        </w:rPr>
        <w:t>L</w:t>
      </w:r>
      <w:r w:rsidR="00953499">
        <w:t xml:space="preserve"> is the length of the wire, </w:t>
      </w:r>
      <w:r w:rsidR="00953499" w:rsidRPr="00485F43">
        <w:rPr>
          <w:i/>
        </w:rPr>
        <w:t>A</w:t>
      </w:r>
      <w:r w:rsidR="00953499">
        <w:t xml:space="preserve"> is the cross</w:t>
      </w:r>
      <w:r w:rsidR="0003228A">
        <w:t>-</w:t>
      </w:r>
      <w:r w:rsidR="00953499">
        <w:t xml:space="preserve">sectional area of the wire and </w:t>
      </w:r>
      <w:r w:rsidR="00953499" w:rsidRPr="00485F43">
        <w:rPr>
          <w:rFonts w:ascii="Calibri" w:hAnsi="Calibri"/>
          <w:i/>
        </w:rPr>
        <w:t>ρ</w:t>
      </w:r>
      <w:r w:rsidR="00953499">
        <w:t xml:space="preserve"> is the electrical resistivity of the material the wire is made of.</w:t>
      </w:r>
    </w:p>
    <w:p w14:paraId="2BE6D35D" w14:textId="4896B20F" w:rsidR="00024D86" w:rsidRDefault="00024D86" w:rsidP="00617F70">
      <w:pPr>
        <w:rPr>
          <w:vertAlign w:val="superscript"/>
        </w:rPr>
      </w:pPr>
      <w:r>
        <w:t>To m</w:t>
      </w:r>
      <w:r w:rsidR="0003228A">
        <w:t>easure the electrical resistance</w:t>
      </w:r>
      <w:r>
        <w:t xml:space="preserve"> </w:t>
      </w:r>
      <w:r w:rsidRPr="00485F43">
        <w:rPr>
          <w:i/>
        </w:rPr>
        <w:t>R</w:t>
      </w:r>
      <w:r>
        <w:t xml:space="preserve"> of a conductor we measure the potential difference, </w:t>
      </w:r>
      <w:r w:rsidRPr="00485F43">
        <w:rPr>
          <w:i/>
        </w:rPr>
        <w:t>V</w:t>
      </w:r>
      <w:r w:rsidR="0003228A">
        <w:t xml:space="preserve"> across it and the current</w:t>
      </w:r>
      <w:r>
        <w:t xml:space="preserve"> </w:t>
      </w:r>
      <w:r w:rsidRPr="00485F43">
        <w:rPr>
          <w:i/>
        </w:rPr>
        <w:t>I</w:t>
      </w:r>
      <w:r>
        <w:t xml:space="preserve"> flowing through it and calculate its resistance using </w:t>
      </w:r>
      <m:oMath>
        <m:r>
          <w:rPr>
            <w:rFonts w:ascii="Cambria Math" w:hAnsi="Cambria Math"/>
          </w:rPr>
          <m:t xml:space="preserve">R 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I</m:t>
            </m:r>
          </m:den>
        </m:f>
      </m:oMath>
      <w:r w:rsidR="00066A1A">
        <w:t>.</w:t>
      </w:r>
    </w:p>
    <w:p w14:paraId="5147598C" w14:textId="5839D4BF" w:rsidR="00024D86" w:rsidRDefault="00024D86" w:rsidP="00024D86">
      <w:r>
        <w:t xml:space="preserve">In this practical, you will construct a simple circuit to investigate the relationship between the </w:t>
      </w:r>
      <w:r w:rsidR="00066A1A">
        <w:t>cross</w:t>
      </w:r>
      <w:r w:rsidR="0003228A">
        <w:t>-</w:t>
      </w:r>
      <w:r w:rsidR="00066A1A">
        <w:t xml:space="preserve"> sectional area</w:t>
      </w:r>
      <w:r>
        <w:t xml:space="preserve"> of a metal wire and its electrical resistance.</w:t>
      </w:r>
    </w:p>
    <w:p w14:paraId="394323A1" w14:textId="77777777" w:rsidR="0019329D" w:rsidRDefault="00295E4C" w:rsidP="00066A1A">
      <w:pPr>
        <w:pStyle w:val="Heading3"/>
        <w:spacing w:before="240"/>
      </w:pPr>
      <w:r>
        <w:t>Procedure</w:t>
      </w:r>
    </w:p>
    <w:p w14:paraId="5FBAB42C" w14:textId="63F08B19" w:rsidR="00066A1A" w:rsidRPr="00485F43" w:rsidRDefault="00485F43" w:rsidP="00295E4C">
      <w:pPr>
        <w:pStyle w:val="Question"/>
        <w:numPr>
          <w:ilvl w:val="0"/>
          <w:numId w:val="8"/>
        </w:numPr>
        <w:spacing w:after="200"/>
        <w:ind w:left="567"/>
      </w:pPr>
      <w:r w:rsidRPr="00485F43">
        <w:t>Use sand</w:t>
      </w:r>
      <w:r w:rsidR="00066A1A" w:rsidRPr="00485F43">
        <w:t>paper to remove any coating or oxides from the surface of the wire, ensuring electrical connection with the circuit.</w:t>
      </w:r>
    </w:p>
    <w:p w14:paraId="189EF047" w14:textId="2FDB5548" w:rsidR="00B00DE7" w:rsidRDefault="00066A1A" w:rsidP="00295E4C">
      <w:pPr>
        <w:pStyle w:val="Question"/>
        <w:numPr>
          <w:ilvl w:val="0"/>
          <w:numId w:val="8"/>
        </w:numPr>
        <w:spacing w:after="200"/>
        <w:ind w:left="567"/>
      </w:pPr>
      <w:r w:rsidRPr="00485F43">
        <w:t>Start with the thicke</w:t>
      </w:r>
      <w:r w:rsidR="00485F43" w:rsidRPr="00485F43">
        <w:t>st</w:t>
      </w:r>
      <w:r w:rsidRPr="00485F43">
        <w:t xml:space="preserve"> wire available to you. </w:t>
      </w:r>
      <w:r w:rsidR="00024D86" w:rsidRPr="00485F43">
        <w:t xml:space="preserve">Measure </w:t>
      </w:r>
      <w:r w:rsidRPr="00485F43">
        <w:t>its</w:t>
      </w:r>
      <w:r w:rsidR="00024D86" w:rsidRPr="00485F43">
        <w:t xml:space="preserve"> diameter using the micrometer. Take several measurements from different points along the wire and calculate the average diameter of the wire. </w:t>
      </w:r>
    </w:p>
    <w:p w14:paraId="25824067" w14:textId="00D1DC05" w:rsidR="00360758" w:rsidRPr="00485F43" w:rsidRDefault="00360758" w:rsidP="00360758">
      <w:pPr>
        <w:pStyle w:val="Question"/>
        <w:spacing w:after="200"/>
        <w:ind w:firstLine="0"/>
        <w:jc w:val="center"/>
      </w:pPr>
      <w:r>
        <w:rPr>
          <w:noProof/>
          <w:lang w:eastAsia="en-GB"/>
        </w:rPr>
        <w:drawing>
          <wp:inline distT="0" distB="0" distL="0" distR="0" wp14:anchorId="0DF253E8" wp14:editId="4FA1E9E1">
            <wp:extent cx="2685288" cy="1069848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-05-0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5288" cy="1069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7483AD" w14:textId="390C3CB8" w:rsidR="00024D86" w:rsidRPr="00485F43" w:rsidRDefault="00024D86" w:rsidP="00295E4C">
      <w:pPr>
        <w:pStyle w:val="Question"/>
        <w:numPr>
          <w:ilvl w:val="0"/>
          <w:numId w:val="8"/>
        </w:numPr>
        <w:spacing w:after="200"/>
        <w:ind w:left="567"/>
      </w:pPr>
      <w:r w:rsidRPr="00485F43">
        <w:t>Calculate the cross</w:t>
      </w:r>
      <w:r w:rsidR="0003228A">
        <w:t>-</w:t>
      </w:r>
      <w:r w:rsidRPr="00485F43">
        <w:t xml:space="preserve">sectional area of the wire, </w:t>
      </w:r>
      <w:r w:rsidRPr="00485F43">
        <w:rPr>
          <w:i/>
        </w:rPr>
        <w:t>A</w:t>
      </w:r>
      <w:r w:rsidRPr="00485F43">
        <w:t>. (Be careful with the units!)</w:t>
      </w:r>
    </w:p>
    <w:p w14:paraId="24EC39F3" w14:textId="24D47E68" w:rsidR="00024D86" w:rsidRPr="00485F43" w:rsidRDefault="002C0FB7" w:rsidP="00655C57">
      <w:pPr>
        <w:pStyle w:val="Question"/>
        <w:numPr>
          <w:ilvl w:val="0"/>
          <w:numId w:val="8"/>
        </w:numPr>
        <w:spacing w:after="200"/>
        <w:ind w:left="567"/>
      </w:pPr>
      <w:r w:rsidRPr="00485F43">
        <w:lastRenderedPageBreak/>
        <w:t>Construct the circuit shown in the diagram. Use the crocodile clips to connect the wire to the circuit</w:t>
      </w:r>
      <w:r w:rsidR="000C7C37" w:rsidRPr="00485F43">
        <w:t>.</w:t>
      </w:r>
    </w:p>
    <w:p w14:paraId="1577D84D" w14:textId="77777777" w:rsidR="0098249F" w:rsidRPr="00485F43" w:rsidRDefault="00617F70" w:rsidP="0098249F">
      <w:pPr>
        <w:pStyle w:val="Question"/>
        <w:numPr>
          <w:ilvl w:val="0"/>
          <w:numId w:val="8"/>
        </w:numPr>
        <w:spacing w:after="200"/>
        <w:ind w:left="567"/>
      </w:pPr>
      <w:r w:rsidRPr="00485F43">
        <w:t>Set the variable resistor at its middle setting.</w:t>
      </w:r>
    </w:p>
    <w:p w14:paraId="31B1BE37" w14:textId="19064574" w:rsidR="00986B37" w:rsidRPr="00485F43" w:rsidRDefault="00986B37" w:rsidP="0098249F">
      <w:pPr>
        <w:pStyle w:val="Question"/>
        <w:numPr>
          <w:ilvl w:val="0"/>
          <w:numId w:val="8"/>
        </w:numPr>
        <w:spacing w:after="200"/>
        <w:ind w:left="567"/>
      </w:pPr>
      <w:r w:rsidRPr="00485F43">
        <w:t>Place the circuit on the heat</w:t>
      </w:r>
      <w:r w:rsidR="00485F43" w:rsidRPr="00485F43">
        <w:t>-</w:t>
      </w:r>
      <w:r w:rsidRPr="00485F43">
        <w:t>proof tile.</w:t>
      </w:r>
    </w:p>
    <w:p w14:paraId="0ADB1F52" w14:textId="1CB296C0" w:rsidR="00617F70" w:rsidRPr="00485F43" w:rsidRDefault="0003228A" w:rsidP="0098249F">
      <w:pPr>
        <w:pStyle w:val="Question"/>
        <w:numPr>
          <w:ilvl w:val="0"/>
          <w:numId w:val="8"/>
        </w:numPr>
        <w:spacing w:after="200"/>
        <w:ind w:left="567"/>
      </w:pPr>
      <w:r>
        <w:t>Allow</w:t>
      </w:r>
      <w:r w:rsidR="00617F70" w:rsidRPr="00485F43">
        <w:t xml:space="preserve"> current to flow through the circuit (close the switch) and take measurements of </w:t>
      </w:r>
      <w:r w:rsidR="00617F70" w:rsidRPr="00485F43">
        <w:rPr>
          <w:i/>
        </w:rPr>
        <w:t>V</w:t>
      </w:r>
      <w:r w:rsidR="00617F70" w:rsidRPr="00485F43">
        <w:t xml:space="preserve"> and </w:t>
      </w:r>
      <w:r w:rsidR="00617F70" w:rsidRPr="00485F43">
        <w:rPr>
          <w:i/>
        </w:rPr>
        <w:t>I</w:t>
      </w:r>
      <w:r w:rsidR="00617F70" w:rsidRPr="00485F43">
        <w:t xml:space="preserve">. You have to do this as quickly as possible to avoid </w:t>
      </w:r>
      <w:r w:rsidR="00177739" w:rsidRPr="00485F43">
        <w:t>any e</w:t>
      </w:r>
      <w:r w:rsidR="00617F70" w:rsidRPr="00485F43">
        <w:t>ffect your measurements.</w:t>
      </w:r>
    </w:p>
    <w:p w14:paraId="134D5061" w14:textId="77777777" w:rsidR="00394B37" w:rsidRPr="00485F43" w:rsidRDefault="00617F70" w:rsidP="0098249F">
      <w:pPr>
        <w:pStyle w:val="Question"/>
        <w:numPr>
          <w:ilvl w:val="0"/>
          <w:numId w:val="8"/>
        </w:numPr>
        <w:spacing w:after="200"/>
        <w:ind w:left="567"/>
      </w:pPr>
      <w:r w:rsidRPr="00485F43">
        <w:t xml:space="preserve">Calculate the resistance. </w:t>
      </w:r>
    </w:p>
    <w:p w14:paraId="18114693" w14:textId="77777777" w:rsidR="00394B37" w:rsidRPr="00485F43" w:rsidRDefault="00394B37" w:rsidP="00394B37">
      <w:pPr>
        <w:pStyle w:val="Question"/>
        <w:numPr>
          <w:ilvl w:val="0"/>
          <w:numId w:val="8"/>
        </w:numPr>
        <w:spacing w:after="200"/>
        <w:ind w:left="567"/>
      </w:pPr>
      <w:r w:rsidRPr="00485F43">
        <w:t>Change the voltage across the wire using the variable resistor (rheostat) and calculate the resistance.</w:t>
      </w:r>
    </w:p>
    <w:p w14:paraId="69CD24C1" w14:textId="74AC9535" w:rsidR="00394B37" w:rsidRPr="00485F43" w:rsidRDefault="00394B37" w:rsidP="00394B37">
      <w:pPr>
        <w:pStyle w:val="Question"/>
        <w:numPr>
          <w:ilvl w:val="0"/>
          <w:numId w:val="8"/>
        </w:numPr>
        <w:spacing w:after="200"/>
        <w:ind w:left="567"/>
      </w:pPr>
      <w:r w:rsidRPr="00485F43">
        <w:t xml:space="preserve">Repeat for </w:t>
      </w:r>
      <w:r w:rsidR="00485F43" w:rsidRPr="00485F43">
        <w:t>three</w:t>
      </w:r>
      <w:r w:rsidRPr="00485F43">
        <w:t xml:space="preserve"> more values of </w:t>
      </w:r>
      <w:r w:rsidRPr="00434A1C">
        <w:rPr>
          <w:i/>
        </w:rPr>
        <w:t>V</w:t>
      </w:r>
      <w:r w:rsidRPr="00485F43">
        <w:t xml:space="preserve"> and record your measurements and calculations in a suitable table.</w:t>
      </w:r>
    </w:p>
    <w:p w14:paraId="7E07F885" w14:textId="77777777" w:rsidR="00394B37" w:rsidRPr="00485F43" w:rsidRDefault="00394B37" w:rsidP="00394B37">
      <w:pPr>
        <w:pStyle w:val="Question"/>
        <w:numPr>
          <w:ilvl w:val="0"/>
          <w:numId w:val="8"/>
        </w:numPr>
        <w:spacing w:after="200"/>
        <w:ind w:left="567"/>
      </w:pPr>
      <w:r w:rsidRPr="00485F43">
        <w:t>Find the average value of resistance.</w:t>
      </w:r>
    </w:p>
    <w:p w14:paraId="12D6028D" w14:textId="5EB81AFA" w:rsidR="008E424E" w:rsidRPr="00485F43" w:rsidRDefault="008E424E" w:rsidP="0098249F">
      <w:pPr>
        <w:pStyle w:val="Question"/>
        <w:numPr>
          <w:ilvl w:val="0"/>
          <w:numId w:val="8"/>
        </w:numPr>
        <w:spacing w:after="200"/>
        <w:ind w:left="567"/>
      </w:pPr>
      <w:r w:rsidRPr="00485F43">
        <w:t xml:space="preserve">Repeat the process (steps </w:t>
      </w:r>
      <w:r w:rsidR="000C7C37" w:rsidRPr="00434A1C">
        <w:rPr>
          <w:b/>
        </w:rPr>
        <w:t>1</w:t>
      </w:r>
      <w:r w:rsidR="00485F43" w:rsidRPr="00485F43">
        <w:t>–</w:t>
      </w:r>
      <w:r w:rsidR="00394B37" w:rsidRPr="00434A1C">
        <w:rPr>
          <w:b/>
        </w:rPr>
        <w:t>1</w:t>
      </w:r>
      <w:r w:rsidR="00D52D1B" w:rsidRPr="00434A1C">
        <w:rPr>
          <w:b/>
        </w:rPr>
        <w:t>1</w:t>
      </w:r>
      <w:r w:rsidRPr="00485F43">
        <w:t xml:space="preserve">) </w:t>
      </w:r>
      <w:r w:rsidR="000C7C37" w:rsidRPr="00485F43">
        <w:t>with wires of four more thicknesses</w:t>
      </w:r>
      <w:r w:rsidRPr="00485F43">
        <w:t>.</w:t>
      </w:r>
    </w:p>
    <w:p w14:paraId="372C94FE" w14:textId="0A4E0AC9" w:rsidR="00E812DF" w:rsidRPr="00485F43" w:rsidRDefault="00137400" w:rsidP="00B00DE7">
      <w:pPr>
        <w:pStyle w:val="Question"/>
        <w:numPr>
          <w:ilvl w:val="0"/>
          <w:numId w:val="8"/>
        </w:numPr>
        <w:spacing w:after="200"/>
        <w:ind w:left="567"/>
      </w:pPr>
      <w:r w:rsidRPr="00485F43">
        <w:t xml:space="preserve">Plot a </w:t>
      </w:r>
      <w:r w:rsidR="000C7C37" w:rsidRPr="00434A1C">
        <w:rPr>
          <w:b/>
        </w:rPr>
        <w:t>suitable</w:t>
      </w:r>
      <w:r w:rsidR="000C7C37" w:rsidRPr="00485F43">
        <w:t xml:space="preserve"> linear </w:t>
      </w:r>
      <w:r w:rsidRPr="00485F43">
        <w:t xml:space="preserve">graph of </w:t>
      </w:r>
      <w:r w:rsidR="000C7C37" w:rsidRPr="00485F43">
        <w:t>your measurements. (</w:t>
      </w:r>
      <w:r w:rsidR="00881951" w:rsidRPr="00485F43">
        <w:t xml:space="preserve">See question </w:t>
      </w:r>
      <w:r w:rsidR="00485F43" w:rsidRPr="00434A1C">
        <w:rPr>
          <w:b/>
        </w:rPr>
        <w:t>1</w:t>
      </w:r>
      <w:r w:rsidR="0003228A">
        <w:rPr>
          <w:b/>
        </w:rPr>
        <w:t>.</w:t>
      </w:r>
      <w:r w:rsidR="000C7C37" w:rsidRPr="00485F43">
        <w:t>)</w:t>
      </w:r>
    </w:p>
    <w:p w14:paraId="445CAFD6" w14:textId="77777777" w:rsidR="00E812DF" w:rsidRPr="00485F43" w:rsidRDefault="00137400" w:rsidP="00E812DF">
      <w:pPr>
        <w:pStyle w:val="Question"/>
        <w:numPr>
          <w:ilvl w:val="0"/>
          <w:numId w:val="8"/>
        </w:numPr>
        <w:spacing w:after="200"/>
        <w:ind w:left="567"/>
      </w:pPr>
      <w:r w:rsidRPr="00485F43">
        <w:t xml:space="preserve">Draw a line of best fit for your points and calculate its gradient. </w:t>
      </w:r>
    </w:p>
    <w:p w14:paraId="32D27D3C" w14:textId="2D510170" w:rsidR="00E812DF" w:rsidRPr="00485F43" w:rsidRDefault="00394B37" w:rsidP="00E812DF">
      <w:pPr>
        <w:pStyle w:val="Question"/>
        <w:numPr>
          <w:ilvl w:val="0"/>
          <w:numId w:val="8"/>
        </w:numPr>
        <w:spacing w:after="200"/>
        <w:ind w:left="567"/>
      </w:pPr>
      <w:r w:rsidRPr="00485F43">
        <w:t xml:space="preserve">What should the gradient be equal to according to </w:t>
      </w:r>
      <w:r w:rsidR="00E812DF" w:rsidRPr="00485F43">
        <w:t>the theoretical equation (</w:t>
      </w:r>
      <m:oMath>
        <m:r>
          <w:rPr>
            <w:rFonts w:ascii="Cambria Math" w:hAnsi="Cambria Math"/>
          </w:rPr>
          <m:t>R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ρ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L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m:rPr>
            <m:sty m:val="p"/>
          </m:rPr>
          <w:rPr>
            <w:rFonts w:ascii="Cambria Math" w:hAnsi="Cambria Math"/>
          </w:rPr>
          <m:t>)</m:t>
        </m:r>
      </m:oMath>
      <w:r w:rsidRPr="00485F43">
        <w:t>?</w:t>
      </w:r>
      <w:r w:rsidR="00E812DF" w:rsidRPr="00485F43">
        <w:t xml:space="preserve"> Use the value of the gradient to calculate the experimental value of the electrical resistivity</w:t>
      </w:r>
      <w:r w:rsidR="0003228A">
        <w:t xml:space="preserve"> </w:t>
      </w:r>
      <w:r w:rsidR="00E812DF" w:rsidRPr="00434A1C">
        <w:rPr>
          <w:i/>
        </w:rPr>
        <w:t>ρ</w:t>
      </w:r>
      <w:r w:rsidR="0003228A">
        <w:rPr>
          <w:i/>
        </w:rPr>
        <w:t xml:space="preserve"> </w:t>
      </w:r>
      <w:r w:rsidR="00E812DF" w:rsidRPr="00485F43">
        <w:t>of the material of the wire.</w:t>
      </w:r>
    </w:p>
    <w:p w14:paraId="501B2E21" w14:textId="3067BAD3" w:rsidR="00137400" w:rsidRPr="00485F43" w:rsidRDefault="00E812DF" w:rsidP="00177739">
      <w:pPr>
        <w:pStyle w:val="Question"/>
        <w:numPr>
          <w:ilvl w:val="0"/>
          <w:numId w:val="8"/>
        </w:numPr>
        <w:spacing w:after="200"/>
        <w:ind w:left="567"/>
      </w:pPr>
      <w:r w:rsidRPr="00485F43">
        <w:t xml:space="preserve">Compare this experimental value of </w:t>
      </w:r>
      <w:r w:rsidRPr="0003228A">
        <w:rPr>
          <w:i/>
        </w:rPr>
        <w:t>ρ</w:t>
      </w:r>
      <w:r w:rsidRPr="00485F43">
        <w:t xml:space="preserve"> with the accepted value </w:t>
      </w:r>
      <w:r w:rsidRPr="00485F43">
        <w:br/>
      </w:r>
      <w:r w:rsidR="00485F43" w:rsidRPr="00485F43">
        <w:t xml:space="preserve">(for constantan, </w:t>
      </w:r>
      <w:r w:rsidR="00485F43" w:rsidRPr="00485F43">
        <w:rPr>
          <w:i/>
        </w:rPr>
        <w:t>ρ</w:t>
      </w:r>
      <w:r w:rsidR="00485F43" w:rsidRPr="00485F43">
        <w:t xml:space="preserve"> = 4.9</w:t>
      </w:r>
      <w:r w:rsidR="0003228A" w:rsidRPr="00C90F4B">
        <w:rPr>
          <w:w w:val="33"/>
        </w:rPr>
        <w:t xml:space="preserve"> </w:t>
      </w:r>
      <w:r w:rsidR="00485F43" w:rsidRPr="00485F43">
        <w:t>×</w:t>
      </w:r>
      <w:r w:rsidR="0003228A" w:rsidRPr="00C90F4B">
        <w:rPr>
          <w:w w:val="33"/>
        </w:rPr>
        <w:t xml:space="preserve"> </w:t>
      </w:r>
      <w:r w:rsidR="00485F43" w:rsidRPr="00485F43">
        <w:t>10</w:t>
      </w:r>
      <w:r w:rsidR="0003228A">
        <w:rPr>
          <w:vertAlign w:val="superscript"/>
        </w:rPr>
        <w:t>−</w:t>
      </w:r>
      <w:r w:rsidR="00485F43" w:rsidRPr="00485F43">
        <w:rPr>
          <w:vertAlign w:val="superscript"/>
        </w:rPr>
        <w:t>7</w:t>
      </w:r>
      <w:r w:rsidR="0003228A" w:rsidRPr="00C90F4B">
        <w:rPr>
          <w:w w:val="33"/>
        </w:rPr>
        <w:t xml:space="preserve"> </w:t>
      </w:r>
      <w:r w:rsidR="00485F43" w:rsidRPr="00485F43">
        <w:t>Ω</w:t>
      </w:r>
      <w:r w:rsidR="0003228A" w:rsidRPr="00C90F4B">
        <w:rPr>
          <w:w w:val="33"/>
        </w:rPr>
        <w:t xml:space="preserve"> </w:t>
      </w:r>
      <w:r w:rsidR="00485F43" w:rsidRPr="00485F43">
        <w:t>m).</w:t>
      </w:r>
    </w:p>
    <w:p w14:paraId="3DC57ED5" w14:textId="77777777" w:rsidR="00B21E4C" w:rsidRDefault="00B21E4C" w:rsidP="00066A1A">
      <w:pPr>
        <w:pStyle w:val="Heading3"/>
        <w:spacing w:before="240"/>
      </w:pPr>
      <w:r>
        <w:t>Questions</w:t>
      </w:r>
    </w:p>
    <w:p w14:paraId="5C9F78DC" w14:textId="77777777" w:rsidR="00394B37" w:rsidRDefault="00394B37" w:rsidP="00881951">
      <w:pPr>
        <w:pStyle w:val="ListParagraph"/>
        <w:numPr>
          <w:ilvl w:val="0"/>
          <w:numId w:val="10"/>
        </w:numPr>
        <w:ind w:left="426"/>
      </w:pPr>
      <w:r>
        <w:t xml:space="preserve">How should you process your data to </w:t>
      </w:r>
      <w:r w:rsidR="00881951">
        <w:t>draw a linear graph</w:t>
      </w:r>
      <w:r>
        <w:t xml:space="preserve">? What quantities should you have on the </w:t>
      </w:r>
      <w:r w:rsidRPr="0003228A">
        <w:rPr>
          <w:i/>
        </w:rPr>
        <w:t>x</w:t>
      </w:r>
      <w:r>
        <w:t xml:space="preserve">- and </w:t>
      </w:r>
      <w:r w:rsidRPr="0003228A">
        <w:rPr>
          <w:i/>
        </w:rPr>
        <w:t>y</w:t>
      </w:r>
      <w:r>
        <w:t>-axis?</w:t>
      </w:r>
      <w:r w:rsidR="00885FF1">
        <w:t xml:space="preserve"> What should the gradient be equal to according to the theoretical equation (</w:t>
      </w:r>
      <m:oMath>
        <m:r>
          <w:rPr>
            <w:rFonts w:ascii="Cambria Math" w:hAnsi="Cambria Math"/>
          </w:rPr>
          <m:t>R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ρ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L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m:rPr>
            <m:sty m:val="p"/>
          </m:rPr>
          <w:rPr>
            <w:rFonts w:ascii="Cambria Math" w:hAnsi="Cambria Math"/>
          </w:rPr>
          <m:t>)</m:t>
        </m:r>
      </m:oMath>
      <w:r w:rsidR="00885FF1">
        <w:t>?</w:t>
      </w:r>
    </w:p>
    <w:p w14:paraId="4987C232" w14:textId="77777777" w:rsidR="00835E94" w:rsidRDefault="00835E94" w:rsidP="00835E94"/>
    <w:p w14:paraId="689BB493" w14:textId="77777777" w:rsidR="00835E94" w:rsidRDefault="00835E94" w:rsidP="00835E94"/>
    <w:p w14:paraId="0B4593E8" w14:textId="77777777" w:rsidR="00835E94" w:rsidRDefault="00835E94" w:rsidP="00835E94"/>
    <w:p w14:paraId="0747EE1F" w14:textId="77777777" w:rsidR="00835E94" w:rsidRDefault="00835E94" w:rsidP="00835E94"/>
    <w:p w14:paraId="6CEC74B3" w14:textId="77777777" w:rsidR="0003284D" w:rsidRDefault="00881951" w:rsidP="00881951">
      <w:pPr>
        <w:pStyle w:val="ListParagraph"/>
        <w:numPr>
          <w:ilvl w:val="0"/>
          <w:numId w:val="10"/>
        </w:numPr>
        <w:ind w:left="426"/>
      </w:pPr>
      <w:r>
        <w:t>How would you calculate</w:t>
      </w:r>
      <w:r w:rsidR="00177739">
        <w:t xml:space="preserve"> the percentage uncertainties of </w:t>
      </w:r>
      <w:r>
        <w:t>your measurements</w:t>
      </w:r>
      <w:r w:rsidR="00177739">
        <w:t>?</w:t>
      </w:r>
    </w:p>
    <w:p w14:paraId="6D86CFA2" w14:textId="77777777" w:rsidR="00835E94" w:rsidRDefault="00835E94" w:rsidP="00835E94">
      <w:pPr>
        <w:pStyle w:val="ListParagraph"/>
        <w:ind w:left="426"/>
      </w:pPr>
    </w:p>
    <w:p w14:paraId="67D878C7" w14:textId="77777777" w:rsidR="00835E94" w:rsidRDefault="00835E94" w:rsidP="00835E94">
      <w:pPr>
        <w:ind w:left="66"/>
      </w:pPr>
    </w:p>
    <w:p w14:paraId="769E5EF4" w14:textId="77777777" w:rsidR="00835E94" w:rsidRDefault="00835E94" w:rsidP="00835E94">
      <w:pPr>
        <w:pStyle w:val="ListParagraph"/>
        <w:ind w:left="426"/>
      </w:pPr>
    </w:p>
    <w:p w14:paraId="755206DC" w14:textId="77777777" w:rsidR="00835E94" w:rsidRDefault="00835E94" w:rsidP="00835E94">
      <w:pPr>
        <w:pStyle w:val="ListParagraph"/>
        <w:ind w:left="426"/>
      </w:pPr>
    </w:p>
    <w:p w14:paraId="66DE14AA" w14:textId="77777777" w:rsidR="00835E94" w:rsidRDefault="00835E94" w:rsidP="00835E94">
      <w:pPr>
        <w:pStyle w:val="ListParagraph"/>
        <w:ind w:left="426"/>
      </w:pPr>
    </w:p>
    <w:p w14:paraId="70CBA96D" w14:textId="77777777" w:rsidR="00835E94" w:rsidRDefault="00835E94" w:rsidP="00835E94">
      <w:pPr>
        <w:pStyle w:val="ListParagraph"/>
        <w:ind w:left="426"/>
      </w:pPr>
    </w:p>
    <w:p w14:paraId="502FBB79" w14:textId="77777777" w:rsidR="00835E94" w:rsidRDefault="00835E94" w:rsidP="00835E94">
      <w:pPr>
        <w:pStyle w:val="ListParagraph"/>
        <w:ind w:left="426"/>
      </w:pPr>
    </w:p>
    <w:p w14:paraId="4645DCA1" w14:textId="756B64D2" w:rsidR="00177739" w:rsidRDefault="00881951" w:rsidP="00881951">
      <w:pPr>
        <w:pStyle w:val="ListParagraph"/>
        <w:numPr>
          <w:ilvl w:val="0"/>
          <w:numId w:val="10"/>
        </w:numPr>
        <w:ind w:left="426"/>
      </w:pPr>
      <w:r>
        <w:t>What is</w:t>
      </w:r>
      <w:r w:rsidR="00177739">
        <w:t xml:space="preserve"> the uncertainty in the value of </w:t>
      </w:r>
      <w:r w:rsidR="00485F43" w:rsidRPr="00E61F5B">
        <w:rPr>
          <w:i/>
        </w:rPr>
        <w:t>ρ</w:t>
      </w:r>
      <w:r w:rsidR="00FE4ED3">
        <w:t>?</w:t>
      </w:r>
    </w:p>
    <w:p w14:paraId="012DF205" w14:textId="77777777" w:rsidR="00177739" w:rsidRDefault="00177739" w:rsidP="00C07000"/>
    <w:sectPr w:rsidR="001777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B42F0D" w15:done="0"/>
  <w15:commentEx w15:paraId="117DEF74" w15:paraIdParent="6EB42F0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F6E26" w14:textId="77777777" w:rsidR="0062430B" w:rsidRDefault="0062430B">
      <w:r>
        <w:separator/>
      </w:r>
    </w:p>
  </w:endnote>
  <w:endnote w:type="continuationSeparator" w:id="0">
    <w:p w14:paraId="668C34D5" w14:textId="77777777" w:rsidR="0062430B" w:rsidRDefault="00624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173B5" w14:textId="77777777" w:rsidR="00306136" w:rsidRDefault="003061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5B61E" w14:textId="369DB481" w:rsidR="00CF1450" w:rsidRDefault="00F63CCC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 xml:space="preserve">© </w:t>
    </w:r>
    <w:r w:rsidR="00324660">
      <w:t>Cambridge University Press 201</w:t>
    </w:r>
    <w:r w:rsidR="00306136">
      <w:t>5</w:t>
    </w:r>
    <w:bookmarkStart w:id="0" w:name="_GoBack"/>
    <w:bookmarkEnd w:id="0"/>
    <w:r w:rsidR="00CF1450">
      <w:t>. All rights reserved.</w:t>
    </w:r>
    <w:r w:rsidR="00CF1450">
      <w:tab/>
      <w:t xml:space="preserve">Page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PAGE </w:instrText>
    </w:r>
    <w:r w:rsidR="00CF1450">
      <w:rPr>
        <w:rStyle w:val="PageNumber"/>
      </w:rPr>
      <w:fldChar w:fldCharType="separate"/>
    </w:r>
    <w:r w:rsidR="00306136">
      <w:rPr>
        <w:rStyle w:val="PageNumber"/>
        <w:noProof/>
      </w:rPr>
      <w:t>1</w:t>
    </w:r>
    <w:r w:rsidR="00CF1450">
      <w:rPr>
        <w:rStyle w:val="PageNumber"/>
      </w:rPr>
      <w:fldChar w:fldCharType="end"/>
    </w:r>
    <w:r w:rsidR="00CF1450">
      <w:rPr>
        <w:rStyle w:val="PageNumber"/>
      </w:rPr>
      <w:t xml:space="preserve"> of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NUMPAGES </w:instrText>
    </w:r>
    <w:r w:rsidR="00CF1450">
      <w:rPr>
        <w:rStyle w:val="PageNumber"/>
      </w:rPr>
      <w:fldChar w:fldCharType="separate"/>
    </w:r>
    <w:r w:rsidR="00306136">
      <w:rPr>
        <w:rStyle w:val="PageNumber"/>
        <w:noProof/>
      </w:rPr>
      <w:t>2</w:t>
    </w:r>
    <w:r w:rsidR="00CF1450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EE623" w14:textId="77777777" w:rsidR="00306136" w:rsidRDefault="003061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1C4D2F" w14:textId="77777777" w:rsidR="0062430B" w:rsidRDefault="0062430B">
      <w:r>
        <w:separator/>
      </w:r>
    </w:p>
  </w:footnote>
  <w:footnote w:type="continuationSeparator" w:id="0">
    <w:p w14:paraId="010B2368" w14:textId="77777777" w:rsidR="0062430B" w:rsidRDefault="00624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3DB2F" w14:textId="77777777" w:rsidR="00306136" w:rsidRDefault="003061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5AC3E" w14:textId="77777777" w:rsidR="00CF1450" w:rsidRDefault="00CA4D3A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656EB86D" wp14:editId="63A61B11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127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62A6">
      <w:rPr>
        <w:noProof/>
      </w:rPr>
      <w:t>Physics</w:t>
    </w:r>
    <w:r w:rsidR="00CF1450">
      <w:t xml:space="preserve">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95D37" w14:textId="77777777" w:rsidR="00306136" w:rsidRDefault="003061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400AB6"/>
    <w:multiLevelType w:val="hybridMultilevel"/>
    <w:tmpl w:val="29FCF75A"/>
    <w:lvl w:ilvl="0" w:tplc="73B2F254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AC0D1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9C937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ECE98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5846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00DA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449D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D0FB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8AFF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231C48"/>
    <w:multiLevelType w:val="hybridMultilevel"/>
    <w:tmpl w:val="7FDED1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D1310A"/>
    <w:multiLevelType w:val="hybridMultilevel"/>
    <w:tmpl w:val="4280BD66"/>
    <w:lvl w:ilvl="0" w:tplc="82461DF6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5851DD"/>
    <w:multiLevelType w:val="hybridMultilevel"/>
    <w:tmpl w:val="7CF8D17A"/>
    <w:lvl w:ilvl="0" w:tplc="7286E222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9A15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C0B8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A847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8260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089A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8CF9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2693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2AEE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9D486C"/>
    <w:multiLevelType w:val="multilevel"/>
    <w:tmpl w:val="32E862A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4"/>
  </w:num>
  <w:num w:numId="11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spina">
    <w15:presenceInfo w15:providerId="None" w15:userId="Desp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fc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06867"/>
    <w:rsid w:val="00024D86"/>
    <w:rsid w:val="0003228A"/>
    <w:rsid w:val="0003284D"/>
    <w:rsid w:val="00066A1A"/>
    <w:rsid w:val="00075577"/>
    <w:rsid w:val="000B23C8"/>
    <w:rsid w:val="000C7C37"/>
    <w:rsid w:val="00105573"/>
    <w:rsid w:val="00113667"/>
    <w:rsid w:val="001162E6"/>
    <w:rsid w:val="00137400"/>
    <w:rsid w:val="00177739"/>
    <w:rsid w:val="0019329D"/>
    <w:rsid w:val="001D51C1"/>
    <w:rsid w:val="002473E8"/>
    <w:rsid w:val="00295E4C"/>
    <w:rsid w:val="002A239D"/>
    <w:rsid w:val="002C0FB7"/>
    <w:rsid w:val="00306136"/>
    <w:rsid w:val="00324660"/>
    <w:rsid w:val="00360758"/>
    <w:rsid w:val="00382EB2"/>
    <w:rsid w:val="00394B37"/>
    <w:rsid w:val="003C6555"/>
    <w:rsid w:val="00434A1C"/>
    <w:rsid w:val="00462B08"/>
    <w:rsid w:val="00485F43"/>
    <w:rsid w:val="00495348"/>
    <w:rsid w:val="004E62A6"/>
    <w:rsid w:val="004F2E2A"/>
    <w:rsid w:val="00502F3D"/>
    <w:rsid w:val="005143BA"/>
    <w:rsid w:val="005156C9"/>
    <w:rsid w:val="00533F79"/>
    <w:rsid w:val="00593726"/>
    <w:rsid w:val="005E2E51"/>
    <w:rsid w:val="00617F70"/>
    <w:rsid w:val="0062430B"/>
    <w:rsid w:val="00626016"/>
    <w:rsid w:val="006337B7"/>
    <w:rsid w:val="00636EB4"/>
    <w:rsid w:val="00663570"/>
    <w:rsid w:val="00670D11"/>
    <w:rsid w:val="006E4AF2"/>
    <w:rsid w:val="00784B1D"/>
    <w:rsid w:val="007876C9"/>
    <w:rsid w:val="00790019"/>
    <w:rsid w:val="007B25B6"/>
    <w:rsid w:val="0081269F"/>
    <w:rsid w:val="00831892"/>
    <w:rsid w:val="00835E94"/>
    <w:rsid w:val="00881951"/>
    <w:rsid w:val="008819D7"/>
    <w:rsid w:val="00884D25"/>
    <w:rsid w:val="00885FF1"/>
    <w:rsid w:val="008D5B74"/>
    <w:rsid w:val="008E424E"/>
    <w:rsid w:val="008F73FB"/>
    <w:rsid w:val="0091236E"/>
    <w:rsid w:val="0091745D"/>
    <w:rsid w:val="00953499"/>
    <w:rsid w:val="00960D38"/>
    <w:rsid w:val="009651AA"/>
    <w:rsid w:val="0098249F"/>
    <w:rsid w:val="00986B37"/>
    <w:rsid w:val="009F2AA1"/>
    <w:rsid w:val="00A032CA"/>
    <w:rsid w:val="00AB3110"/>
    <w:rsid w:val="00AC77F8"/>
    <w:rsid w:val="00AE6BB7"/>
    <w:rsid w:val="00B00DE7"/>
    <w:rsid w:val="00B21E4C"/>
    <w:rsid w:val="00B60288"/>
    <w:rsid w:val="00B977F1"/>
    <w:rsid w:val="00BE71CE"/>
    <w:rsid w:val="00BF0479"/>
    <w:rsid w:val="00C07000"/>
    <w:rsid w:val="00C152D6"/>
    <w:rsid w:val="00C57B5C"/>
    <w:rsid w:val="00CA0163"/>
    <w:rsid w:val="00CA4D3A"/>
    <w:rsid w:val="00CB019F"/>
    <w:rsid w:val="00CC2500"/>
    <w:rsid w:val="00CF1450"/>
    <w:rsid w:val="00D22CDB"/>
    <w:rsid w:val="00D52D1B"/>
    <w:rsid w:val="00E54E2C"/>
    <w:rsid w:val="00E812DF"/>
    <w:rsid w:val="00F419E7"/>
    <w:rsid w:val="00F63CCC"/>
    <w:rsid w:val="00F8776C"/>
    <w:rsid w:val="00FC7954"/>
    <w:rsid w:val="00FD6AB6"/>
    <w:rsid w:val="00FE4ED3"/>
    <w:rsid w:val="00FF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ru v:ext="edit" colors="#fc9"/>
    </o:shapedefaults>
    <o:shapelayout v:ext="edit">
      <o:idmap v:ext="edit" data="1"/>
    </o:shapelayout>
  </w:shapeDefaults>
  <w:decimalSymbol w:val="."/>
  <w:listSeparator w:val=","/>
  <w14:docId w14:val="64CDBA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character" w:styleId="Hyperlink">
    <w:name w:val="Hyperlink"/>
    <w:basedOn w:val="DefaultParagraphFont"/>
    <w:rsid w:val="00E812DF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rsid w:val="00E812DF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E812DF"/>
    <w:rPr>
      <w:rFonts w:ascii="Times New Roman" w:hAnsi="Times New Roman"/>
      <w:lang w:eastAsia="en-US"/>
    </w:rPr>
  </w:style>
  <w:style w:type="character" w:styleId="FootnoteReference">
    <w:name w:val="footnote reference"/>
    <w:basedOn w:val="DefaultParagraphFont"/>
    <w:rsid w:val="00E812DF"/>
    <w:rPr>
      <w:vertAlign w:val="superscript"/>
    </w:rPr>
  </w:style>
  <w:style w:type="paragraph" w:styleId="BalloonText">
    <w:name w:val="Balloon Text"/>
    <w:basedOn w:val="Normal"/>
    <w:link w:val="BalloonTextChar"/>
    <w:rsid w:val="00533F7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3F79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33F7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533F79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533F79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character" w:styleId="Hyperlink">
    <w:name w:val="Hyperlink"/>
    <w:basedOn w:val="DefaultParagraphFont"/>
    <w:rsid w:val="00E812DF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rsid w:val="00E812DF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E812DF"/>
    <w:rPr>
      <w:rFonts w:ascii="Times New Roman" w:hAnsi="Times New Roman"/>
      <w:lang w:eastAsia="en-US"/>
    </w:rPr>
  </w:style>
  <w:style w:type="character" w:styleId="FootnoteReference">
    <w:name w:val="footnote reference"/>
    <w:basedOn w:val="DefaultParagraphFont"/>
    <w:rsid w:val="00E812DF"/>
    <w:rPr>
      <w:vertAlign w:val="superscript"/>
    </w:rPr>
  </w:style>
  <w:style w:type="paragraph" w:styleId="BalloonText">
    <w:name w:val="Balloon Text"/>
    <w:basedOn w:val="Normal"/>
    <w:link w:val="BalloonTextChar"/>
    <w:rsid w:val="00533F7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3F79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33F7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533F79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533F79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4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6E6A1-78B0-4DF5-A9CD-EED3B8C7C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1</TotalTime>
  <Pages>2</Pages>
  <Words>535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Louise  Owen</cp:lastModifiedBy>
  <cp:revision>6</cp:revision>
  <cp:lastPrinted>2014-09-27T08:46:00Z</cp:lastPrinted>
  <dcterms:created xsi:type="dcterms:W3CDTF">2014-09-27T08:46:00Z</dcterms:created>
  <dcterms:modified xsi:type="dcterms:W3CDTF">2014-10-23T09:30:00Z</dcterms:modified>
</cp:coreProperties>
</file>